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EA78E1" w:rsidP="003D7FEB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EA78E1" w:rsidP="003D7FEB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EA78E1" w:rsidP="003D7FEB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Coordinate Algebra Unit 1 Week 2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EA78E1" w:rsidP="003D7FEB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August 20th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EA78E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3D7FEB" w:rsidRPr="00D8707F" w:rsidRDefault="003D7FEB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EA78E1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3D7FEB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EA78E1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EA78E1" w:rsidP="00264187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264187" w:rsidRPr="00264187">
              <w:rPr>
                <w:rStyle w:val="PlaceholderText"/>
                <w:noProof/>
                <w:sz w:val="22"/>
              </w:rPr>
              <w:t>•</w:t>
            </w:r>
            <w:r w:rsidR="00264187" w:rsidRPr="00264187">
              <w:rPr>
                <w:rStyle w:val="PlaceholderText"/>
                <w:noProof/>
                <w:sz w:val="22"/>
              </w:rPr>
              <w:tab/>
              <w:t xml:space="preserve">Represent constraints by equations or inequalities, and by systems of equations and/or inequalities, and interpret solutions as viable or nonviable options in a modeling context. For 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EA78E1" w:rsidP="00264187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264187" w:rsidRPr="00264187">
              <w:rPr>
                <w:rStyle w:val="PlaceholderText"/>
                <w:noProof/>
                <w:sz w:val="22"/>
              </w:rPr>
              <w:t>•</w:t>
            </w:r>
            <w:r w:rsidR="00264187" w:rsidRPr="00264187">
              <w:rPr>
                <w:rStyle w:val="PlaceholderText"/>
                <w:noProof/>
                <w:sz w:val="22"/>
              </w:rPr>
              <w:tab/>
              <w:t xml:space="preserve">Represent constraints by equations or inequalities, and by systems of equations and/or inequalities, and interpret solutions as viable or nonviable options in a modeling context. For 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264187" w:rsidRPr="00264187" w:rsidRDefault="00EA78E1" w:rsidP="00264187">
            <w:pPr>
              <w:rPr>
                <w:rStyle w:val="PlaceholderText"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264187" w:rsidRPr="00264187">
              <w:rPr>
                <w:rStyle w:val="PlaceholderText"/>
                <w:sz w:val="22"/>
              </w:rPr>
              <w:t>•</w:t>
            </w:r>
            <w:r w:rsidR="00264187" w:rsidRPr="00264187">
              <w:rPr>
                <w:rStyle w:val="PlaceholderText"/>
                <w:sz w:val="22"/>
              </w:rPr>
              <w:tab/>
              <w:t>N-Q.3. Choose a level of accuracy appropriate to limitations on measurement when reporting quantities.</w:t>
            </w:r>
          </w:p>
          <w:p w:rsidR="00264187" w:rsidRPr="00264187" w:rsidRDefault="00264187" w:rsidP="00264187">
            <w:pPr>
              <w:rPr>
                <w:rStyle w:val="PlaceholderText"/>
                <w:sz w:val="22"/>
              </w:rPr>
            </w:pPr>
            <w:r w:rsidRPr="00264187">
              <w:rPr>
                <w:rStyle w:val="PlaceholderText"/>
                <w:sz w:val="22"/>
              </w:rPr>
              <w:t>•</w:t>
            </w:r>
            <w:r w:rsidRPr="00264187">
              <w:rPr>
                <w:rStyle w:val="PlaceholderText"/>
                <w:sz w:val="22"/>
              </w:rPr>
              <w:tab/>
              <w:t>A-SSE.1. Interpret expressions that represent a quantity in terms of its context</w:t>
            </w:r>
          </w:p>
          <w:p w:rsidR="000D5E5E" w:rsidRPr="00D8707F" w:rsidRDefault="00264187" w:rsidP="00264187">
            <w:pPr>
              <w:rPr>
                <w:sz w:val="22"/>
              </w:rPr>
            </w:pPr>
            <w:r w:rsidRPr="00264187">
              <w:rPr>
                <w:rStyle w:val="PlaceholderText"/>
                <w:sz w:val="22"/>
              </w:rPr>
              <w:t>A. Interpret parts of an expression, such as terms, factors, and coefficients.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EA78E1"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EA78E1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EA78E1" w:rsidP="00264187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264187" w:rsidRPr="00264187">
              <w:rPr>
                <w:rStyle w:val="PlaceholderText"/>
                <w:noProof/>
                <w:sz w:val="22"/>
              </w:rPr>
              <w:t>•</w:t>
            </w:r>
            <w:r w:rsidR="00264187" w:rsidRPr="00264187">
              <w:rPr>
                <w:rStyle w:val="PlaceholderText"/>
                <w:noProof/>
                <w:sz w:val="22"/>
              </w:rPr>
              <w:tab/>
              <w:t xml:space="preserve">Represent constraints by equations or inequalities, and by systems of equations and/or inequalities, and interpret solutions as viable or nonviable options in a modeling context. For 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How do we create a line of best fit?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</w:rPr>
              <w:t>How do we use spreadsheets to generate data trends?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 w:rsidRPr="003D7FEB">
              <w:rPr>
                <w:rStyle w:val="PlaceholderText"/>
                <w:noProof/>
              </w:rPr>
              <w:t>How do we use spreadsheets to generate data trends?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 w:rsidRPr="003D7FEB">
              <w:rPr>
                <w:rStyle w:val="PlaceholderText"/>
                <w:noProof/>
              </w:rPr>
              <w:t>How do we use spreadsheets to generate data trends?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How do x and y intercepts determine equations?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Group Choices and Gathering materials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3D7FEB">
              <w:rPr>
                <w:noProof/>
                <w:sz w:val="22"/>
              </w:rPr>
              <w:t>Finish Group presentations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Find your match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Baja Grand Prize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TicTacEquations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lastRenderedPageBreak/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Wasting Water Lab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 w:rsidRPr="003D7FEB">
              <w:rPr>
                <w:rStyle w:val="PlaceholderText"/>
                <w:noProof/>
              </w:rPr>
              <w:t>Cleanup-Grp Tsk Report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 w:rsidRPr="003D7FEB">
              <w:rPr>
                <w:rStyle w:val="PlaceholderText"/>
                <w:noProof/>
              </w:rPr>
              <w:t>Cleanup-Grp Tsk Report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 w:rsidRPr="003D7FEB">
              <w:rPr>
                <w:rStyle w:val="PlaceholderText"/>
                <w:noProof/>
              </w:rPr>
              <w:t>Cleanup-Grp Tsk Report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3D7FEB" w:rsidRDefault="00EA78E1" w:rsidP="003D7FEB">
            <w:pPr>
              <w:rPr>
                <w:rStyle w:val="PlaceholderText"/>
                <w:noProof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Station 1: Match Equation</w:t>
            </w:r>
          </w:p>
          <w:p w:rsidR="003D7FEB" w:rsidRDefault="003D7FEB" w:rsidP="003D7FEB">
            <w:pPr>
              <w:rPr>
                <w:rStyle w:val="PlaceholderText"/>
                <w:noProof/>
              </w:rPr>
            </w:pPr>
            <w:r>
              <w:rPr>
                <w:rStyle w:val="PlaceholderText"/>
                <w:noProof/>
              </w:rPr>
              <w:t>Station 2 Matching</w:t>
            </w:r>
          </w:p>
          <w:p w:rsidR="003D7FEB" w:rsidRDefault="003D7FEB" w:rsidP="003D7FEB">
            <w:pPr>
              <w:rPr>
                <w:rStyle w:val="PlaceholderText"/>
                <w:noProof/>
              </w:rPr>
            </w:pPr>
            <w:r>
              <w:rPr>
                <w:rStyle w:val="PlaceholderText"/>
                <w:noProof/>
              </w:rPr>
              <w:t>Station 3 Forget Formula</w:t>
            </w:r>
          </w:p>
          <w:p w:rsidR="00E14634" w:rsidRPr="00AC3EA9" w:rsidRDefault="003D7FEB" w:rsidP="003D7FEB">
            <w:pPr>
              <w:rPr>
                <w:sz w:val="22"/>
              </w:rPr>
            </w:pPr>
            <w:r>
              <w:rPr>
                <w:rStyle w:val="PlaceholderText"/>
                <w:noProof/>
              </w:rPr>
              <w:t>Station 4 Cara's Candle</w:t>
            </w:r>
            <w:r w:rsidR="00EA78E1"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Group Electronic Presentations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Cleanup-Grp Tsk Report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 w:rsidRPr="003D7FEB">
              <w:rPr>
                <w:rStyle w:val="PlaceholderText"/>
                <w:noProof/>
              </w:rPr>
              <w:t>Cleanup-Grp Tsk Report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 w:rsidRPr="003D7FEB">
              <w:rPr>
                <w:rStyle w:val="PlaceholderText"/>
                <w:noProof/>
              </w:rPr>
              <w:t>Cleanup-Grp Tsk Report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EA78E1" w:rsidP="003D7FE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3D7FEB">
              <w:rPr>
                <w:rStyle w:val="PlaceholderText"/>
                <w:noProof/>
              </w:rPr>
              <w:t>Group Checklist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EA78E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 w:rsidR="003D7FEB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A78E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A78E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EA78E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 w:rsidR="003D7FEB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A78E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A78E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A78E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3D7FEB">
              <w:rPr>
                <w:rFonts w:eastAsia="MS Gothic"/>
                <w:noProof/>
                <w:sz w:val="22"/>
              </w:rPr>
              <w:t>Enrichment : How large is it?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EA78E1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3D7FEB">
              <w:rPr>
                <w:rFonts w:eastAsia="MS Gothic"/>
                <w:noProof/>
                <w:sz w:val="22"/>
              </w:rPr>
              <w:t>Differentiated HW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264187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264187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264187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264187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264187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Thinking Maps</w:t>
            </w:r>
          </w:p>
        </w:tc>
        <w:tc>
          <w:tcPr>
            <w:tcW w:w="2436" w:type="dxa"/>
          </w:tcPr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A78E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A78E1" w:rsidP="003D7FEB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EA78E1" w:rsidP="00264187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64187">
              <w:rPr>
                <w:rStyle w:val="PlaceholderText"/>
                <w:noProof/>
              </w:rPr>
              <w:t>Continue Work on Puzzles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264187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64187">
              <w:rPr>
                <w:rStyle w:val="PlaceholderText"/>
                <w:noProof/>
              </w:rPr>
              <w:t>Continue Work on Puzzles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EA78E1" w:rsidP="00264187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64187">
              <w:rPr>
                <w:rStyle w:val="PlaceholderText"/>
                <w:noProof/>
              </w:rPr>
              <w:t>Geogebra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264187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64187">
              <w:rPr>
                <w:rStyle w:val="PlaceholderText"/>
                <w:noProof/>
              </w:rPr>
              <w:t>Excel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264187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64187">
              <w:rPr>
                <w:rStyle w:val="PlaceholderText"/>
                <w:noProof/>
              </w:rPr>
              <w:t>Excel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264187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64187">
              <w:rPr>
                <w:rStyle w:val="PlaceholderText"/>
                <w:noProof/>
              </w:rPr>
              <w:t>Excel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A78E1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6D3" w:rsidRDefault="00F766D3" w:rsidP="00EE24E8">
      <w:r>
        <w:separator/>
      </w:r>
    </w:p>
  </w:endnote>
  <w:endnote w:type="continuationSeparator" w:id="0">
    <w:p w:rsidR="00F766D3" w:rsidRDefault="00F766D3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FEB" w:rsidRPr="00EE24E8" w:rsidRDefault="003D7FEB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264187">
      <w:rPr>
        <w:b/>
        <w:i/>
        <w:noProof/>
        <w:sz w:val="20"/>
        <w:szCs w:val="20"/>
      </w:rPr>
      <w:t>1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6D3" w:rsidRDefault="00F766D3" w:rsidP="00EE24E8">
      <w:r>
        <w:separator/>
      </w:r>
    </w:p>
  </w:footnote>
  <w:footnote w:type="continuationSeparator" w:id="0">
    <w:p w:rsidR="00F766D3" w:rsidRDefault="00F766D3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D5E5E"/>
    <w:rsid w:val="00172F01"/>
    <w:rsid w:val="001E408C"/>
    <w:rsid w:val="0025060A"/>
    <w:rsid w:val="00264187"/>
    <w:rsid w:val="00281535"/>
    <w:rsid w:val="002836B2"/>
    <w:rsid w:val="002A1278"/>
    <w:rsid w:val="003465A0"/>
    <w:rsid w:val="003D7FEB"/>
    <w:rsid w:val="00424BE8"/>
    <w:rsid w:val="00454EC8"/>
    <w:rsid w:val="004F1B15"/>
    <w:rsid w:val="00555B72"/>
    <w:rsid w:val="00584030"/>
    <w:rsid w:val="00596188"/>
    <w:rsid w:val="005D476F"/>
    <w:rsid w:val="00625D4C"/>
    <w:rsid w:val="00681418"/>
    <w:rsid w:val="00791AF4"/>
    <w:rsid w:val="007A3B87"/>
    <w:rsid w:val="007F5094"/>
    <w:rsid w:val="00876BA1"/>
    <w:rsid w:val="00953A35"/>
    <w:rsid w:val="00977842"/>
    <w:rsid w:val="009B248F"/>
    <w:rsid w:val="009E7A9A"/>
    <w:rsid w:val="00A01929"/>
    <w:rsid w:val="00A951FD"/>
    <w:rsid w:val="00AC3EA9"/>
    <w:rsid w:val="00B83514"/>
    <w:rsid w:val="00C025B0"/>
    <w:rsid w:val="00CB4338"/>
    <w:rsid w:val="00CF11DB"/>
    <w:rsid w:val="00D23197"/>
    <w:rsid w:val="00D8074F"/>
    <w:rsid w:val="00D8707F"/>
    <w:rsid w:val="00DD7ADD"/>
    <w:rsid w:val="00DE40A9"/>
    <w:rsid w:val="00DF44AF"/>
    <w:rsid w:val="00E14634"/>
    <w:rsid w:val="00E36519"/>
    <w:rsid w:val="00E836C0"/>
    <w:rsid w:val="00EA78E1"/>
    <w:rsid w:val="00EC32BF"/>
    <w:rsid w:val="00EC346E"/>
    <w:rsid w:val="00EE24E8"/>
    <w:rsid w:val="00F3273E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4632B-F1DE-40F7-A64B-AD677A2B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15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3</cp:revision>
  <cp:lastPrinted>2012-06-06T13:54:00Z</cp:lastPrinted>
  <dcterms:created xsi:type="dcterms:W3CDTF">2012-06-06T14:26:00Z</dcterms:created>
  <dcterms:modified xsi:type="dcterms:W3CDTF">2012-06-06T14:44:00Z</dcterms:modified>
</cp:coreProperties>
</file>